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42D" w:rsidRDefault="0050142D"/>
    <w:p w:rsidR="0050142D" w:rsidRDefault="0050142D"/>
    <w:p w:rsidR="0050142D" w:rsidRPr="00595A09" w:rsidRDefault="0050142D" w:rsidP="00F10564">
      <w:pPr>
        <w:jc w:val="center"/>
        <w:rPr>
          <w:b/>
          <w:sz w:val="32"/>
          <w:szCs w:val="32"/>
          <w:u w:val="single"/>
        </w:rPr>
      </w:pPr>
      <w:r w:rsidRPr="00595A09">
        <w:rPr>
          <w:b/>
          <w:sz w:val="32"/>
          <w:szCs w:val="32"/>
          <w:u w:val="single"/>
        </w:rPr>
        <w:t xml:space="preserve">Mother of </w:t>
      </w:r>
      <w:smartTag w:uri="urn:schemas-microsoft-com:office:smarttags" w:element="place">
        <w:smartTag w:uri="urn:schemas-microsoft-com:office:smarttags" w:element="PlaceName">
          <w:r w:rsidRPr="00595A09">
            <w:rPr>
              <w:b/>
              <w:sz w:val="32"/>
              <w:szCs w:val="32"/>
              <w:u w:val="single"/>
            </w:rPr>
            <w:t>Divine</w:t>
          </w:r>
        </w:smartTag>
        <w:r w:rsidRPr="00595A09">
          <w:rPr>
            <w:b/>
            <w:sz w:val="32"/>
            <w:szCs w:val="32"/>
            <w:u w:val="single"/>
          </w:rPr>
          <w:t xml:space="preserve"> </w:t>
        </w:r>
        <w:smartTag w:uri="urn:schemas-microsoft-com:office:smarttags" w:element="PlaceName">
          <w:r w:rsidRPr="00595A09">
            <w:rPr>
              <w:b/>
              <w:sz w:val="32"/>
              <w:szCs w:val="32"/>
              <w:u w:val="single"/>
            </w:rPr>
            <w:t>Grace</w:t>
          </w:r>
        </w:smartTag>
        <w:r w:rsidRPr="00595A09">
          <w:rPr>
            <w:b/>
            <w:sz w:val="32"/>
            <w:szCs w:val="32"/>
            <w:u w:val="single"/>
          </w:rPr>
          <w:t xml:space="preserve"> </w:t>
        </w:r>
        <w:smartTag w:uri="urn:schemas-microsoft-com:office:smarttags" w:element="PlaceName">
          <w:r w:rsidRPr="00595A09">
            <w:rPr>
              <w:b/>
              <w:sz w:val="32"/>
              <w:szCs w:val="32"/>
              <w:u w:val="single"/>
            </w:rPr>
            <w:t>School</w:t>
          </w:r>
        </w:smartTag>
      </w:smartTag>
      <w:r w:rsidRPr="00595A09">
        <w:rPr>
          <w:b/>
          <w:sz w:val="32"/>
          <w:szCs w:val="32"/>
          <w:u w:val="single"/>
        </w:rPr>
        <w:t>, Ballygall</w:t>
      </w:r>
    </w:p>
    <w:p w:rsidR="0050142D" w:rsidRDefault="0050142D" w:rsidP="00F1056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School Calendar 2017/2018</w:t>
      </w:r>
    </w:p>
    <w:p w:rsidR="0050142D" w:rsidRPr="00595A09" w:rsidRDefault="0050142D" w:rsidP="00F10564">
      <w:pPr>
        <w:jc w:val="center"/>
        <w:rPr>
          <w:b/>
          <w:sz w:val="32"/>
          <w:szCs w:val="32"/>
          <w:u w:val="single"/>
        </w:rPr>
      </w:pPr>
    </w:p>
    <w:p w:rsidR="0050142D" w:rsidRDefault="0050142D" w:rsidP="00F10564">
      <w:pPr>
        <w:rPr>
          <w:b/>
          <w:i/>
          <w:sz w:val="22"/>
          <w:szCs w:val="22"/>
          <w:u w:val="single"/>
          <w:lang w:val="en-IE"/>
        </w:rPr>
      </w:pPr>
      <w:r w:rsidRPr="007F7690">
        <w:rPr>
          <w:b/>
          <w:i/>
          <w:sz w:val="22"/>
          <w:szCs w:val="22"/>
          <w:u w:val="single"/>
          <w:lang w:val="en-IE"/>
        </w:rPr>
        <w:t xml:space="preserve">School Re-Opens       </w:t>
      </w:r>
    </w:p>
    <w:p w:rsidR="0050142D" w:rsidRPr="007F7690" w:rsidRDefault="0050142D" w:rsidP="00F10564">
      <w:pPr>
        <w:rPr>
          <w:b/>
          <w:i/>
          <w:sz w:val="22"/>
          <w:szCs w:val="22"/>
          <w:u w:val="single"/>
          <w:lang w:val="en-IE"/>
        </w:rPr>
      </w:pPr>
      <w:r w:rsidRPr="007F7690">
        <w:rPr>
          <w:sz w:val="22"/>
          <w:szCs w:val="22"/>
          <w:lang w:val="en-IE"/>
        </w:rPr>
        <w:t xml:space="preserve"> Wednesday 30</w:t>
      </w:r>
      <w:r w:rsidRPr="007F7690">
        <w:rPr>
          <w:sz w:val="22"/>
          <w:szCs w:val="22"/>
          <w:vertAlign w:val="superscript"/>
          <w:lang w:val="en-IE"/>
        </w:rPr>
        <w:t>th</w:t>
      </w:r>
      <w:r>
        <w:rPr>
          <w:sz w:val="22"/>
          <w:szCs w:val="22"/>
          <w:lang w:val="en-IE"/>
        </w:rPr>
        <w:t xml:space="preserve"> August, </w:t>
      </w:r>
      <w:r w:rsidRPr="007F7690">
        <w:rPr>
          <w:sz w:val="22"/>
          <w:szCs w:val="22"/>
          <w:lang w:val="en-IE"/>
        </w:rPr>
        <w:t>2017</w:t>
      </w:r>
    </w:p>
    <w:p w:rsidR="0050142D" w:rsidRPr="007F7690" w:rsidRDefault="0050142D" w:rsidP="00F10564">
      <w:pPr>
        <w:rPr>
          <w:sz w:val="22"/>
          <w:szCs w:val="22"/>
          <w:lang w:val="en-IE"/>
        </w:rPr>
      </w:pPr>
    </w:p>
    <w:p w:rsidR="0050142D" w:rsidRPr="007F7690" w:rsidRDefault="0050142D" w:rsidP="00F10564">
      <w:pPr>
        <w:jc w:val="both"/>
        <w:rPr>
          <w:b/>
          <w:i/>
          <w:sz w:val="22"/>
          <w:szCs w:val="22"/>
          <w:u w:val="single"/>
          <w:lang w:val="en-IE"/>
        </w:rPr>
      </w:pPr>
      <w:r w:rsidRPr="007F7690">
        <w:rPr>
          <w:b/>
          <w:i/>
          <w:sz w:val="22"/>
          <w:szCs w:val="22"/>
          <w:u w:val="single"/>
          <w:lang w:val="en-IE"/>
        </w:rPr>
        <w:t xml:space="preserve">October Mid-Term Break     </w:t>
      </w:r>
    </w:p>
    <w:p w:rsidR="0050142D" w:rsidRPr="007F7690" w:rsidRDefault="0050142D" w:rsidP="00F10564">
      <w:pPr>
        <w:jc w:val="both"/>
        <w:rPr>
          <w:sz w:val="22"/>
          <w:szCs w:val="22"/>
          <w:lang w:val="en-IE"/>
        </w:rPr>
      </w:pPr>
      <w:r>
        <w:rPr>
          <w:sz w:val="22"/>
          <w:szCs w:val="22"/>
          <w:lang w:val="en-IE"/>
        </w:rPr>
        <w:t xml:space="preserve"> </w:t>
      </w:r>
      <w:r w:rsidRPr="007F7690">
        <w:rPr>
          <w:sz w:val="22"/>
          <w:szCs w:val="22"/>
          <w:lang w:val="en-IE"/>
        </w:rPr>
        <w:t>School closed Monday 30</w:t>
      </w:r>
      <w:r w:rsidRPr="007F7690">
        <w:rPr>
          <w:sz w:val="22"/>
          <w:szCs w:val="22"/>
          <w:vertAlign w:val="superscript"/>
          <w:lang w:val="en-IE"/>
        </w:rPr>
        <w:t>th</w:t>
      </w:r>
      <w:r>
        <w:rPr>
          <w:sz w:val="22"/>
          <w:szCs w:val="22"/>
          <w:lang w:val="en-IE"/>
        </w:rPr>
        <w:t xml:space="preserve"> October to </w:t>
      </w:r>
      <w:r w:rsidRPr="007F7690">
        <w:rPr>
          <w:sz w:val="22"/>
          <w:szCs w:val="22"/>
          <w:lang w:val="en-IE"/>
        </w:rPr>
        <w:t>Friday 3</w:t>
      </w:r>
      <w:r w:rsidRPr="007F7690">
        <w:rPr>
          <w:sz w:val="22"/>
          <w:szCs w:val="22"/>
          <w:vertAlign w:val="superscript"/>
          <w:lang w:val="en-IE"/>
        </w:rPr>
        <w:t>rd</w:t>
      </w:r>
      <w:r w:rsidRPr="007F7690">
        <w:rPr>
          <w:sz w:val="22"/>
          <w:szCs w:val="22"/>
          <w:lang w:val="en-IE"/>
        </w:rPr>
        <w:t xml:space="preserve"> November</w:t>
      </w:r>
    </w:p>
    <w:p w:rsidR="0050142D" w:rsidRPr="007F7690" w:rsidRDefault="0050142D" w:rsidP="00F10564">
      <w:pPr>
        <w:rPr>
          <w:sz w:val="22"/>
          <w:szCs w:val="22"/>
          <w:lang w:val="en-IE"/>
        </w:rPr>
      </w:pPr>
      <w:r>
        <w:rPr>
          <w:sz w:val="22"/>
          <w:szCs w:val="22"/>
          <w:lang w:val="en-IE"/>
        </w:rPr>
        <w:t xml:space="preserve"> </w:t>
      </w:r>
      <w:r w:rsidRPr="007F7690">
        <w:rPr>
          <w:sz w:val="22"/>
          <w:szCs w:val="22"/>
          <w:lang w:val="en-IE"/>
        </w:rPr>
        <w:t>School re-opens on Monday 6</w:t>
      </w:r>
      <w:r w:rsidRPr="007F7690">
        <w:rPr>
          <w:sz w:val="22"/>
          <w:szCs w:val="22"/>
          <w:vertAlign w:val="superscript"/>
          <w:lang w:val="en-IE"/>
        </w:rPr>
        <w:t>th</w:t>
      </w:r>
      <w:r>
        <w:rPr>
          <w:sz w:val="22"/>
          <w:szCs w:val="22"/>
          <w:lang w:val="en-IE"/>
        </w:rPr>
        <w:t xml:space="preserve"> November, </w:t>
      </w:r>
      <w:r w:rsidRPr="007F7690">
        <w:rPr>
          <w:sz w:val="22"/>
          <w:szCs w:val="22"/>
          <w:lang w:val="en-IE"/>
        </w:rPr>
        <w:t>2017</w:t>
      </w:r>
    </w:p>
    <w:p w:rsidR="0050142D" w:rsidRDefault="0050142D" w:rsidP="00F10564">
      <w:pPr>
        <w:rPr>
          <w:lang w:val="en-IE"/>
        </w:rPr>
      </w:pPr>
    </w:p>
    <w:p w:rsidR="0050142D" w:rsidRPr="007F7690" w:rsidRDefault="0050142D" w:rsidP="00F10564">
      <w:pPr>
        <w:rPr>
          <w:b/>
          <w:i/>
          <w:u w:val="single"/>
          <w:lang w:val="en-IE"/>
        </w:rPr>
      </w:pPr>
      <w:r w:rsidRPr="007F7690">
        <w:rPr>
          <w:b/>
          <w:i/>
          <w:u w:val="single"/>
          <w:lang w:val="en-IE"/>
        </w:rPr>
        <w:t>Christmas Holidays</w:t>
      </w:r>
    </w:p>
    <w:p w:rsidR="0050142D" w:rsidRDefault="0050142D" w:rsidP="00F10564">
      <w:pPr>
        <w:rPr>
          <w:lang w:val="en-IE"/>
        </w:rPr>
      </w:pPr>
      <w:r>
        <w:rPr>
          <w:lang w:val="en-IE"/>
        </w:rPr>
        <w:t>School closes at 12 noon on Friday 22</w:t>
      </w:r>
      <w:r w:rsidRPr="007F7690">
        <w:rPr>
          <w:vertAlign w:val="superscript"/>
          <w:lang w:val="en-IE"/>
        </w:rPr>
        <w:t>nd</w:t>
      </w:r>
      <w:r>
        <w:rPr>
          <w:lang w:val="en-IE"/>
        </w:rPr>
        <w:t xml:space="preserve"> December 2017</w:t>
      </w:r>
    </w:p>
    <w:p w:rsidR="0050142D" w:rsidRDefault="0050142D" w:rsidP="00F10564">
      <w:pPr>
        <w:rPr>
          <w:lang w:val="en-IE"/>
        </w:rPr>
      </w:pPr>
      <w:r>
        <w:rPr>
          <w:lang w:val="en-IE"/>
        </w:rPr>
        <w:t>School re-opens on Monday 8</w:t>
      </w:r>
      <w:r w:rsidRPr="007F7690">
        <w:rPr>
          <w:vertAlign w:val="superscript"/>
          <w:lang w:val="en-IE"/>
        </w:rPr>
        <w:t>th</w:t>
      </w:r>
      <w:r>
        <w:rPr>
          <w:lang w:val="en-IE"/>
        </w:rPr>
        <w:t xml:space="preserve"> January, 2018</w:t>
      </w:r>
    </w:p>
    <w:p w:rsidR="0050142D" w:rsidRDefault="0050142D" w:rsidP="00F10564">
      <w:pPr>
        <w:rPr>
          <w:lang w:val="en-IE"/>
        </w:rPr>
      </w:pPr>
    </w:p>
    <w:p w:rsidR="0050142D" w:rsidRPr="007F7690" w:rsidRDefault="0050142D" w:rsidP="00F10564">
      <w:pPr>
        <w:rPr>
          <w:b/>
          <w:i/>
          <w:u w:val="single"/>
          <w:lang w:val="en-IE"/>
        </w:rPr>
      </w:pPr>
      <w:r w:rsidRPr="007F7690">
        <w:rPr>
          <w:b/>
          <w:i/>
          <w:u w:val="single"/>
          <w:lang w:val="en-IE"/>
        </w:rPr>
        <w:t>February Mid-Term Break</w:t>
      </w:r>
    </w:p>
    <w:p w:rsidR="0050142D" w:rsidRDefault="0050142D" w:rsidP="00F10564">
      <w:r>
        <w:t>School closed Thursday 15</w:t>
      </w:r>
      <w:r w:rsidRPr="007F7690">
        <w:rPr>
          <w:vertAlign w:val="superscript"/>
        </w:rPr>
        <w:t>th</w:t>
      </w:r>
      <w:r>
        <w:t xml:space="preserve"> and Friday 16</w:t>
      </w:r>
      <w:r w:rsidRPr="007F7690">
        <w:rPr>
          <w:vertAlign w:val="superscript"/>
        </w:rPr>
        <w:t>th</w:t>
      </w:r>
      <w:r>
        <w:t xml:space="preserve"> February, 2018</w:t>
      </w:r>
    </w:p>
    <w:p w:rsidR="0050142D" w:rsidRDefault="0050142D" w:rsidP="00F10564">
      <w:r>
        <w:t>School re-opens on Monday 19</w:t>
      </w:r>
      <w:r w:rsidRPr="007F7690">
        <w:rPr>
          <w:vertAlign w:val="superscript"/>
        </w:rPr>
        <w:t>th</w:t>
      </w:r>
      <w:r>
        <w:t xml:space="preserve"> February, 2018</w:t>
      </w:r>
    </w:p>
    <w:p w:rsidR="0050142D" w:rsidRDefault="0050142D" w:rsidP="00F10564"/>
    <w:p w:rsidR="0050142D" w:rsidRDefault="0050142D" w:rsidP="00F10564">
      <w:pPr>
        <w:rPr>
          <w:b/>
          <w:i/>
          <w:u w:val="single"/>
        </w:rPr>
      </w:pPr>
      <w:r w:rsidRPr="000C6958">
        <w:rPr>
          <w:b/>
          <w:i/>
          <w:u w:val="single"/>
        </w:rPr>
        <w:t>St.</w:t>
      </w:r>
      <w:r>
        <w:rPr>
          <w:b/>
          <w:i/>
          <w:u w:val="single"/>
        </w:rPr>
        <w:t xml:space="preserve"> </w:t>
      </w:r>
      <w:r w:rsidRPr="000C6958">
        <w:rPr>
          <w:b/>
          <w:i/>
          <w:u w:val="single"/>
        </w:rPr>
        <w:t>Patrick</w:t>
      </w:r>
      <w:r>
        <w:rPr>
          <w:b/>
          <w:i/>
          <w:u w:val="single"/>
        </w:rPr>
        <w:t>’</w:t>
      </w:r>
      <w:r w:rsidRPr="000C6958">
        <w:rPr>
          <w:b/>
          <w:i/>
          <w:u w:val="single"/>
        </w:rPr>
        <w:t>s Day</w:t>
      </w:r>
    </w:p>
    <w:p w:rsidR="0050142D" w:rsidRPr="000C6958" w:rsidRDefault="0050142D" w:rsidP="00F10564">
      <w:r w:rsidRPr="000C6958">
        <w:t>School closed Monday 19</w:t>
      </w:r>
      <w:r w:rsidRPr="000C6958">
        <w:rPr>
          <w:vertAlign w:val="superscript"/>
        </w:rPr>
        <w:t>th</w:t>
      </w:r>
      <w:r w:rsidRPr="000C6958">
        <w:t xml:space="preserve"> March, 2018</w:t>
      </w:r>
    </w:p>
    <w:p w:rsidR="0050142D" w:rsidRDefault="0050142D" w:rsidP="00F10564">
      <w:pPr>
        <w:rPr>
          <w:b/>
          <w:i/>
          <w:u w:val="single"/>
        </w:rPr>
      </w:pPr>
    </w:p>
    <w:p w:rsidR="0050142D" w:rsidRDefault="0050142D" w:rsidP="00F10564">
      <w:pPr>
        <w:rPr>
          <w:b/>
          <w:i/>
          <w:u w:val="single"/>
        </w:rPr>
      </w:pPr>
      <w:r>
        <w:rPr>
          <w:b/>
          <w:i/>
          <w:u w:val="single"/>
        </w:rPr>
        <w:t>Easter Holidays</w:t>
      </w:r>
    </w:p>
    <w:p w:rsidR="0050142D" w:rsidRPr="000C6958" w:rsidRDefault="0050142D" w:rsidP="00F10564">
      <w:r w:rsidRPr="000C6958">
        <w:t>School closes at 12 noon on Friday 23</w:t>
      </w:r>
      <w:r w:rsidRPr="000C6958">
        <w:rPr>
          <w:vertAlign w:val="superscript"/>
        </w:rPr>
        <w:t>rd</w:t>
      </w:r>
      <w:r w:rsidRPr="000C6958">
        <w:t xml:space="preserve"> March, 2018</w:t>
      </w:r>
    </w:p>
    <w:p w:rsidR="0050142D" w:rsidRDefault="0050142D" w:rsidP="00F10564">
      <w:r w:rsidRPr="000C6958">
        <w:t>School reopens on Monday 9</w:t>
      </w:r>
      <w:r w:rsidRPr="000C6958">
        <w:rPr>
          <w:vertAlign w:val="superscript"/>
        </w:rPr>
        <w:t>th</w:t>
      </w:r>
      <w:r w:rsidRPr="000C6958">
        <w:t xml:space="preserve"> April, 2018</w:t>
      </w:r>
    </w:p>
    <w:p w:rsidR="0050142D" w:rsidRDefault="0050142D" w:rsidP="00F10564"/>
    <w:p w:rsidR="0050142D" w:rsidRDefault="0050142D" w:rsidP="00F10564">
      <w:pPr>
        <w:rPr>
          <w:b/>
          <w:i/>
          <w:u w:val="single"/>
        </w:rPr>
      </w:pPr>
      <w:r w:rsidRPr="000C6958">
        <w:rPr>
          <w:b/>
          <w:i/>
          <w:u w:val="single"/>
        </w:rPr>
        <w:t xml:space="preserve">May Bank Holiday </w:t>
      </w:r>
    </w:p>
    <w:p w:rsidR="0050142D" w:rsidRDefault="0050142D" w:rsidP="00F10564">
      <w:r>
        <w:t>School closed Monday 7</w:t>
      </w:r>
      <w:r w:rsidRPr="000C6958">
        <w:rPr>
          <w:vertAlign w:val="superscript"/>
        </w:rPr>
        <w:t>th</w:t>
      </w:r>
      <w:r>
        <w:t xml:space="preserve"> to Friday 11</w:t>
      </w:r>
      <w:r w:rsidRPr="004F52AC">
        <w:rPr>
          <w:vertAlign w:val="superscript"/>
        </w:rPr>
        <w:t>th</w:t>
      </w:r>
      <w:r>
        <w:t xml:space="preserve"> May inclusive</w:t>
      </w:r>
    </w:p>
    <w:p w:rsidR="0050142D" w:rsidRPr="000C6958" w:rsidRDefault="0050142D" w:rsidP="00F10564">
      <w:r>
        <w:t>School re-opens on Monday 14</w:t>
      </w:r>
      <w:r w:rsidRPr="004F52AC">
        <w:rPr>
          <w:vertAlign w:val="superscript"/>
        </w:rPr>
        <w:t>th</w:t>
      </w:r>
      <w:r>
        <w:t xml:space="preserve"> May, 2018</w:t>
      </w:r>
    </w:p>
    <w:p w:rsidR="0050142D" w:rsidRDefault="0050142D" w:rsidP="00F10564">
      <w:pPr>
        <w:rPr>
          <w:b/>
          <w:u w:val="single"/>
          <w:lang w:val="en-GB"/>
        </w:rPr>
      </w:pPr>
    </w:p>
    <w:p w:rsidR="0050142D" w:rsidRDefault="0050142D" w:rsidP="00F10564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t xml:space="preserve">June Bank </w:t>
      </w:r>
      <w:smartTag w:uri="urn:schemas-microsoft-com:office:smarttags" w:element="place">
        <w:r>
          <w:rPr>
            <w:b/>
            <w:u w:val="single"/>
            <w:lang w:val="en-GB"/>
          </w:rPr>
          <w:t>Holiday</w:t>
        </w:r>
      </w:smartTag>
    </w:p>
    <w:p w:rsidR="0050142D" w:rsidRDefault="0050142D" w:rsidP="00F10564">
      <w:pPr>
        <w:rPr>
          <w:lang w:val="en-GB"/>
        </w:rPr>
      </w:pPr>
      <w:r w:rsidRPr="004F52AC">
        <w:rPr>
          <w:lang w:val="en-GB"/>
        </w:rPr>
        <w:t>School closed Monday 4</w:t>
      </w:r>
      <w:r w:rsidRPr="004F52AC">
        <w:rPr>
          <w:vertAlign w:val="superscript"/>
          <w:lang w:val="en-GB"/>
        </w:rPr>
        <w:t>th</w:t>
      </w:r>
      <w:r w:rsidRPr="004F52AC">
        <w:rPr>
          <w:lang w:val="en-GB"/>
        </w:rPr>
        <w:t xml:space="preserve"> June, 2018</w:t>
      </w:r>
    </w:p>
    <w:p w:rsidR="0050142D" w:rsidRDefault="0050142D" w:rsidP="00F10564">
      <w:pPr>
        <w:rPr>
          <w:lang w:val="en-GB"/>
        </w:rPr>
      </w:pPr>
    </w:p>
    <w:p w:rsidR="0050142D" w:rsidRDefault="0050142D" w:rsidP="00F10564">
      <w:pPr>
        <w:rPr>
          <w:b/>
          <w:i/>
          <w:u w:val="single"/>
          <w:lang w:val="en-GB"/>
        </w:rPr>
      </w:pPr>
      <w:r w:rsidRPr="004F52AC">
        <w:rPr>
          <w:b/>
          <w:i/>
          <w:u w:val="single"/>
          <w:lang w:val="en-GB"/>
        </w:rPr>
        <w:t>Summer Holidays</w:t>
      </w:r>
    </w:p>
    <w:p w:rsidR="0050142D" w:rsidRPr="004F52AC" w:rsidRDefault="0050142D" w:rsidP="00F10564">
      <w:pPr>
        <w:rPr>
          <w:lang w:val="en-GB"/>
        </w:rPr>
      </w:pPr>
      <w:r w:rsidRPr="004F52AC">
        <w:rPr>
          <w:lang w:val="en-GB"/>
        </w:rPr>
        <w:t>School closes at 12 noon on Thursday 28</w:t>
      </w:r>
      <w:r w:rsidRPr="004F52AC">
        <w:rPr>
          <w:vertAlign w:val="superscript"/>
          <w:lang w:val="en-GB"/>
        </w:rPr>
        <w:t>th</w:t>
      </w:r>
      <w:r w:rsidRPr="004F52AC">
        <w:rPr>
          <w:lang w:val="en-GB"/>
        </w:rPr>
        <w:t xml:space="preserve"> June, 2018</w:t>
      </w:r>
    </w:p>
    <w:p w:rsidR="0050142D" w:rsidRDefault="0050142D" w:rsidP="007D0F71">
      <w:bookmarkStart w:id="0" w:name="_GoBack"/>
      <w:bookmarkEnd w:id="0"/>
    </w:p>
    <w:sectPr w:rsidR="0050142D" w:rsidSect="00F95E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5B6"/>
    <w:rsid w:val="00003FA7"/>
    <w:rsid w:val="000054EC"/>
    <w:rsid w:val="000236DD"/>
    <w:rsid w:val="00023F85"/>
    <w:rsid w:val="0002620A"/>
    <w:rsid w:val="00026A70"/>
    <w:rsid w:val="000270AD"/>
    <w:rsid w:val="00032CEA"/>
    <w:rsid w:val="000440C7"/>
    <w:rsid w:val="00054157"/>
    <w:rsid w:val="00057B5F"/>
    <w:rsid w:val="000659DA"/>
    <w:rsid w:val="00065E49"/>
    <w:rsid w:val="0006686F"/>
    <w:rsid w:val="000755BB"/>
    <w:rsid w:val="00075D5C"/>
    <w:rsid w:val="00082900"/>
    <w:rsid w:val="0008296A"/>
    <w:rsid w:val="00085359"/>
    <w:rsid w:val="000B024C"/>
    <w:rsid w:val="000B08CC"/>
    <w:rsid w:val="000C22BB"/>
    <w:rsid w:val="000C6958"/>
    <w:rsid w:val="000D1B65"/>
    <w:rsid w:val="000D3ADF"/>
    <w:rsid w:val="000D5770"/>
    <w:rsid w:val="000E5CD4"/>
    <w:rsid w:val="000F022F"/>
    <w:rsid w:val="000F2CA2"/>
    <w:rsid w:val="000F3039"/>
    <w:rsid w:val="000F55F3"/>
    <w:rsid w:val="00100A14"/>
    <w:rsid w:val="001132E8"/>
    <w:rsid w:val="0011399D"/>
    <w:rsid w:val="00113C66"/>
    <w:rsid w:val="00116E73"/>
    <w:rsid w:val="00117CE2"/>
    <w:rsid w:val="00117F1E"/>
    <w:rsid w:val="00130C63"/>
    <w:rsid w:val="001340E3"/>
    <w:rsid w:val="00140AE4"/>
    <w:rsid w:val="00141A5B"/>
    <w:rsid w:val="00152CEE"/>
    <w:rsid w:val="0015645E"/>
    <w:rsid w:val="00156BD4"/>
    <w:rsid w:val="00157ED5"/>
    <w:rsid w:val="00161C19"/>
    <w:rsid w:val="00163942"/>
    <w:rsid w:val="00165E3C"/>
    <w:rsid w:val="001856FB"/>
    <w:rsid w:val="00186A96"/>
    <w:rsid w:val="00190496"/>
    <w:rsid w:val="00190DA1"/>
    <w:rsid w:val="00193FF1"/>
    <w:rsid w:val="0019544C"/>
    <w:rsid w:val="001A1295"/>
    <w:rsid w:val="001A32CE"/>
    <w:rsid w:val="001A5CF3"/>
    <w:rsid w:val="001B1B81"/>
    <w:rsid w:val="001B4CA2"/>
    <w:rsid w:val="001B4E78"/>
    <w:rsid w:val="001C21B9"/>
    <w:rsid w:val="001C6B9A"/>
    <w:rsid w:val="001C7503"/>
    <w:rsid w:val="001F08ED"/>
    <w:rsid w:val="00204D62"/>
    <w:rsid w:val="00205A77"/>
    <w:rsid w:val="0021390F"/>
    <w:rsid w:val="00220C72"/>
    <w:rsid w:val="00223767"/>
    <w:rsid w:val="0023179F"/>
    <w:rsid w:val="00237315"/>
    <w:rsid w:val="0024408C"/>
    <w:rsid w:val="00245E3E"/>
    <w:rsid w:val="00251C4F"/>
    <w:rsid w:val="002528C9"/>
    <w:rsid w:val="002556AA"/>
    <w:rsid w:val="0026097F"/>
    <w:rsid w:val="00264567"/>
    <w:rsid w:val="00274715"/>
    <w:rsid w:val="00275053"/>
    <w:rsid w:val="0029277C"/>
    <w:rsid w:val="00292ED5"/>
    <w:rsid w:val="002A3D6E"/>
    <w:rsid w:val="002A4935"/>
    <w:rsid w:val="002A6321"/>
    <w:rsid w:val="002A6820"/>
    <w:rsid w:val="002B0EE2"/>
    <w:rsid w:val="002B4B6E"/>
    <w:rsid w:val="002B4B90"/>
    <w:rsid w:val="002B7883"/>
    <w:rsid w:val="002D43AA"/>
    <w:rsid w:val="002D7274"/>
    <w:rsid w:val="002D7E61"/>
    <w:rsid w:val="002F53C6"/>
    <w:rsid w:val="00302E58"/>
    <w:rsid w:val="00311ACE"/>
    <w:rsid w:val="00322A85"/>
    <w:rsid w:val="00332351"/>
    <w:rsid w:val="00336D6F"/>
    <w:rsid w:val="00341ED0"/>
    <w:rsid w:val="00342131"/>
    <w:rsid w:val="00342C36"/>
    <w:rsid w:val="00346E1F"/>
    <w:rsid w:val="00351C89"/>
    <w:rsid w:val="00353495"/>
    <w:rsid w:val="00356B9F"/>
    <w:rsid w:val="00366F62"/>
    <w:rsid w:val="003713CD"/>
    <w:rsid w:val="00372054"/>
    <w:rsid w:val="003728BA"/>
    <w:rsid w:val="00375667"/>
    <w:rsid w:val="00383FF4"/>
    <w:rsid w:val="003958AA"/>
    <w:rsid w:val="003A0ACB"/>
    <w:rsid w:val="003A176E"/>
    <w:rsid w:val="003B5F34"/>
    <w:rsid w:val="003C329A"/>
    <w:rsid w:val="003C3465"/>
    <w:rsid w:val="003C4672"/>
    <w:rsid w:val="003C499E"/>
    <w:rsid w:val="003C76EE"/>
    <w:rsid w:val="003D4EBC"/>
    <w:rsid w:val="003E646E"/>
    <w:rsid w:val="003E79D2"/>
    <w:rsid w:val="003F1382"/>
    <w:rsid w:val="003F307F"/>
    <w:rsid w:val="003F7C78"/>
    <w:rsid w:val="004005F5"/>
    <w:rsid w:val="00400FEA"/>
    <w:rsid w:val="0040589E"/>
    <w:rsid w:val="004078E9"/>
    <w:rsid w:val="00415F5D"/>
    <w:rsid w:val="0042173C"/>
    <w:rsid w:val="00423787"/>
    <w:rsid w:val="00423DCF"/>
    <w:rsid w:val="00427AEC"/>
    <w:rsid w:val="00446CCF"/>
    <w:rsid w:val="00447A6E"/>
    <w:rsid w:val="00454088"/>
    <w:rsid w:val="0045606B"/>
    <w:rsid w:val="00461F35"/>
    <w:rsid w:val="0046294D"/>
    <w:rsid w:val="004641BC"/>
    <w:rsid w:val="00465484"/>
    <w:rsid w:val="004664E9"/>
    <w:rsid w:val="00486C86"/>
    <w:rsid w:val="00487B7F"/>
    <w:rsid w:val="00492434"/>
    <w:rsid w:val="0049447F"/>
    <w:rsid w:val="00495FC9"/>
    <w:rsid w:val="00496BC5"/>
    <w:rsid w:val="00497848"/>
    <w:rsid w:val="00497AD2"/>
    <w:rsid w:val="004A1C81"/>
    <w:rsid w:val="004A5FF8"/>
    <w:rsid w:val="004B15B9"/>
    <w:rsid w:val="004B1867"/>
    <w:rsid w:val="004B5422"/>
    <w:rsid w:val="004C749B"/>
    <w:rsid w:val="004D2FA6"/>
    <w:rsid w:val="004E7C10"/>
    <w:rsid w:val="004F52AC"/>
    <w:rsid w:val="005006C8"/>
    <w:rsid w:val="0050142D"/>
    <w:rsid w:val="00505417"/>
    <w:rsid w:val="00520E47"/>
    <w:rsid w:val="0052173A"/>
    <w:rsid w:val="00523DB2"/>
    <w:rsid w:val="005277D8"/>
    <w:rsid w:val="00534D00"/>
    <w:rsid w:val="00537D2C"/>
    <w:rsid w:val="005432A8"/>
    <w:rsid w:val="00555A91"/>
    <w:rsid w:val="005571CC"/>
    <w:rsid w:val="005575FE"/>
    <w:rsid w:val="00557C5C"/>
    <w:rsid w:val="0056779E"/>
    <w:rsid w:val="00567C14"/>
    <w:rsid w:val="00574D20"/>
    <w:rsid w:val="005756A0"/>
    <w:rsid w:val="00575E08"/>
    <w:rsid w:val="0057645C"/>
    <w:rsid w:val="005801F0"/>
    <w:rsid w:val="00595A09"/>
    <w:rsid w:val="005A4771"/>
    <w:rsid w:val="005B4050"/>
    <w:rsid w:val="005C4079"/>
    <w:rsid w:val="005C41C2"/>
    <w:rsid w:val="005D6C75"/>
    <w:rsid w:val="005D6C91"/>
    <w:rsid w:val="005E5CDD"/>
    <w:rsid w:val="005F1141"/>
    <w:rsid w:val="006010ED"/>
    <w:rsid w:val="00605EA0"/>
    <w:rsid w:val="006107E6"/>
    <w:rsid w:val="00614238"/>
    <w:rsid w:val="006206FA"/>
    <w:rsid w:val="00627387"/>
    <w:rsid w:val="00643765"/>
    <w:rsid w:val="00643B17"/>
    <w:rsid w:val="006448E4"/>
    <w:rsid w:val="00645D64"/>
    <w:rsid w:val="0064703D"/>
    <w:rsid w:val="0066338E"/>
    <w:rsid w:val="00663EB7"/>
    <w:rsid w:val="00667E96"/>
    <w:rsid w:val="0067084F"/>
    <w:rsid w:val="00670DEE"/>
    <w:rsid w:val="00671776"/>
    <w:rsid w:val="00675C92"/>
    <w:rsid w:val="00680710"/>
    <w:rsid w:val="00682E15"/>
    <w:rsid w:val="006944FC"/>
    <w:rsid w:val="0069649A"/>
    <w:rsid w:val="006A3CCA"/>
    <w:rsid w:val="006A72D5"/>
    <w:rsid w:val="006C08F2"/>
    <w:rsid w:val="006C441D"/>
    <w:rsid w:val="006D20F8"/>
    <w:rsid w:val="006D713B"/>
    <w:rsid w:val="006E59C2"/>
    <w:rsid w:val="006F2F6E"/>
    <w:rsid w:val="006F681E"/>
    <w:rsid w:val="006F6F32"/>
    <w:rsid w:val="00707FDA"/>
    <w:rsid w:val="007335A0"/>
    <w:rsid w:val="00736BE1"/>
    <w:rsid w:val="0074134D"/>
    <w:rsid w:val="00747748"/>
    <w:rsid w:val="0075241D"/>
    <w:rsid w:val="007540C0"/>
    <w:rsid w:val="007566D0"/>
    <w:rsid w:val="00757B8D"/>
    <w:rsid w:val="00773259"/>
    <w:rsid w:val="0077623A"/>
    <w:rsid w:val="00781CC3"/>
    <w:rsid w:val="00781F7B"/>
    <w:rsid w:val="00786A56"/>
    <w:rsid w:val="00790BCF"/>
    <w:rsid w:val="007943DF"/>
    <w:rsid w:val="00796B50"/>
    <w:rsid w:val="007A2357"/>
    <w:rsid w:val="007A5E26"/>
    <w:rsid w:val="007B2672"/>
    <w:rsid w:val="007B5BC3"/>
    <w:rsid w:val="007C4EB0"/>
    <w:rsid w:val="007C7E52"/>
    <w:rsid w:val="007D0F71"/>
    <w:rsid w:val="007D6FAB"/>
    <w:rsid w:val="007D761F"/>
    <w:rsid w:val="007E104E"/>
    <w:rsid w:val="007E2970"/>
    <w:rsid w:val="007E6DC5"/>
    <w:rsid w:val="007F0F9D"/>
    <w:rsid w:val="007F36D3"/>
    <w:rsid w:val="007F651E"/>
    <w:rsid w:val="007F7690"/>
    <w:rsid w:val="008021D5"/>
    <w:rsid w:val="00803EE0"/>
    <w:rsid w:val="0081105B"/>
    <w:rsid w:val="0081109E"/>
    <w:rsid w:val="00813F9A"/>
    <w:rsid w:val="00815725"/>
    <w:rsid w:val="0081578D"/>
    <w:rsid w:val="00820847"/>
    <w:rsid w:val="00830388"/>
    <w:rsid w:val="008373CC"/>
    <w:rsid w:val="008417E8"/>
    <w:rsid w:val="00843E26"/>
    <w:rsid w:val="00846A92"/>
    <w:rsid w:val="00851E43"/>
    <w:rsid w:val="00866DA2"/>
    <w:rsid w:val="008710A9"/>
    <w:rsid w:val="00874C17"/>
    <w:rsid w:val="008869C6"/>
    <w:rsid w:val="00887C0C"/>
    <w:rsid w:val="00895051"/>
    <w:rsid w:val="00895950"/>
    <w:rsid w:val="008A1020"/>
    <w:rsid w:val="008A54F1"/>
    <w:rsid w:val="008B6717"/>
    <w:rsid w:val="008D1231"/>
    <w:rsid w:val="008E5F51"/>
    <w:rsid w:val="008F0194"/>
    <w:rsid w:val="008F1FF2"/>
    <w:rsid w:val="008F2A07"/>
    <w:rsid w:val="008F4112"/>
    <w:rsid w:val="008F4A7A"/>
    <w:rsid w:val="008F6A62"/>
    <w:rsid w:val="00900798"/>
    <w:rsid w:val="00900861"/>
    <w:rsid w:val="00915B16"/>
    <w:rsid w:val="00916858"/>
    <w:rsid w:val="00917EA7"/>
    <w:rsid w:val="0092264E"/>
    <w:rsid w:val="00924AEE"/>
    <w:rsid w:val="009308AE"/>
    <w:rsid w:val="0093334D"/>
    <w:rsid w:val="009348D4"/>
    <w:rsid w:val="00934AF0"/>
    <w:rsid w:val="00947A14"/>
    <w:rsid w:val="00953CC5"/>
    <w:rsid w:val="00965CAB"/>
    <w:rsid w:val="00965EAD"/>
    <w:rsid w:val="009664B9"/>
    <w:rsid w:val="00966578"/>
    <w:rsid w:val="0096670D"/>
    <w:rsid w:val="0096733C"/>
    <w:rsid w:val="009769F9"/>
    <w:rsid w:val="00977DA6"/>
    <w:rsid w:val="009856AC"/>
    <w:rsid w:val="00987388"/>
    <w:rsid w:val="009939B1"/>
    <w:rsid w:val="00994944"/>
    <w:rsid w:val="009B0E67"/>
    <w:rsid w:val="009B7E8E"/>
    <w:rsid w:val="009C7064"/>
    <w:rsid w:val="009D2713"/>
    <w:rsid w:val="009E49D9"/>
    <w:rsid w:val="009F45DD"/>
    <w:rsid w:val="009F7EEF"/>
    <w:rsid w:val="00A046D8"/>
    <w:rsid w:val="00A07EE6"/>
    <w:rsid w:val="00A16FD6"/>
    <w:rsid w:val="00A210BB"/>
    <w:rsid w:val="00A2235B"/>
    <w:rsid w:val="00A249C3"/>
    <w:rsid w:val="00A25343"/>
    <w:rsid w:val="00A25A78"/>
    <w:rsid w:val="00A27428"/>
    <w:rsid w:val="00A31E41"/>
    <w:rsid w:val="00A3693F"/>
    <w:rsid w:val="00A3743E"/>
    <w:rsid w:val="00A40EEE"/>
    <w:rsid w:val="00A503DA"/>
    <w:rsid w:val="00A54D63"/>
    <w:rsid w:val="00A56BEB"/>
    <w:rsid w:val="00A60D12"/>
    <w:rsid w:val="00A627E2"/>
    <w:rsid w:val="00A652E2"/>
    <w:rsid w:val="00A824EC"/>
    <w:rsid w:val="00A86ED6"/>
    <w:rsid w:val="00A913A6"/>
    <w:rsid w:val="00A94E1D"/>
    <w:rsid w:val="00AA4A0D"/>
    <w:rsid w:val="00AA788C"/>
    <w:rsid w:val="00AB1A36"/>
    <w:rsid w:val="00AB55B6"/>
    <w:rsid w:val="00AB6EA2"/>
    <w:rsid w:val="00AC1460"/>
    <w:rsid w:val="00AC3411"/>
    <w:rsid w:val="00AC68DC"/>
    <w:rsid w:val="00AD227F"/>
    <w:rsid w:val="00AD46B0"/>
    <w:rsid w:val="00AF1F2F"/>
    <w:rsid w:val="00B010D8"/>
    <w:rsid w:val="00B013C9"/>
    <w:rsid w:val="00B01C7F"/>
    <w:rsid w:val="00B0619C"/>
    <w:rsid w:val="00B06E32"/>
    <w:rsid w:val="00B12ADD"/>
    <w:rsid w:val="00B1313E"/>
    <w:rsid w:val="00B1693A"/>
    <w:rsid w:val="00B20775"/>
    <w:rsid w:val="00B23B54"/>
    <w:rsid w:val="00B321FC"/>
    <w:rsid w:val="00B409F0"/>
    <w:rsid w:val="00B452C9"/>
    <w:rsid w:val="00B47D19"/>
    <w:rsid w:val="00B53B24"/>
    <w:rsid w:val="00B56C16"/>
    <w:rsid w:val="00B6786B"/>
    <w:rsid w:val="00B71F81"/>
    <w:rsid w:val="00BA4C7D"/>
    <w:rsid w:val="00BA73FB"/>
    <w:rsid w:val="00BB7110"/>
    <w:rsid w:val="00BC37B1"/>
    <w:rsid w:val="00BC616C"/>
    <w:rsid w:val="00BD1CA1"/>
    <w:rsid w:val="00BD4038"/>
    <w:rsid w:val="00BE67CC"/>
    <w:rsid w:val="00BF5E3C"/>
    <w:rsid w:val="00BF7C69"/>
    <w:rsid w:val="00C1328E"/>
    <w:rsid w:val="00C1662B"/>
    <w:rsid w:val="00C35AA7"/>
    <w:rsid w:val="00C37232"/>
    <w:rsid w:val="00C525ED"/>
    <w:rsid w:val="00C55BC5"/>
    <w:rsid w:val="00C57374"/>
    <w:rsid w:val="00C62A6B"/>
    <w:rsid w:val="00C649F0"/>
    <w:rsid w:val="00C70E93"/>
    <w:rsid w:val="00C70EFD"/>
    <w:rsid w:val="00C7407B"/>
    <w:rsid w:val="00C760B8"/>
    <w:rsid w:val="00C80099"/>
    <w:rsid w:val="00C82756"/>
    <w:rsid w:val="00C91196"/>
    <w:rsid w:val="00C949AD"/>
    <w:rsid w:val="00CA66D0"/>
    <w:rsid w:val="00CB3E55"/>
    <w:rsid w:val="00CC16FF"/>
    <w:rsid w:val="00CC4C9E"/>
    <w:rsid w:val="00CD1D60"/>
    <w:rsid w:val="00CD2EA0"/>
    <w:rsid w:val="00CD6497"/>
    <w:rsid w:val="00CE00B1"/>
    <w:rsid w:val="00CF09B3"/>
    <w:rsid w:val="00CF3700"/>
    <w:rsid w:val="00CF563C"/>
    <w:rsid w:val="00CF6738"/>
    <w:rsid w:val="00D15215"/>
    <w:rsid w:val="00D17DDC"/>
    <w:rsid w:val="00D21966"/>
    <w:rsid w:val="00D21B63"/>
    <w:rsid w:val="00D653D3"/>
    <w:rsid w:val="00D67455"/>
    <w:rsid w:val="00D71E27"/>
    <w:rsid w:val="00D72BA8"/>
    <w:rsid w:val="00D73B78"/>
    <w:rsid w:val="00D76642"/>
    <w:rsid w:val="00D8404D"/>
    <w:rsid w:val="00D85185"/>
    <w:rsid w:val="00D87C09"/>
    <w:rsid w:val="00D9008E"/>
    <w:rsid w:val="00D96C35"/>
    <w:rsid w:val="00DA3A63"/>
    <w:rsid w:val="00DA74F1"/>
    <w:rsid w:val="00DB1480"/>
    <w:rsid w:val="00DB43FB"/>
    <w:rsid w:val="00DC25B8"/>
    <w:rsid w:val="00DC2727"/>
    <w:rsid w:val="00DC2962"/>
    <w:rsid w:val="00DC3637"/>
    <w:rsid w:val="00DC6727"/>
    <w:rsid w:val="00DD6096"/>
    <w:rsid w:val="00DD7F8D"/>
    <w:rsid w:val="00DE4FA8"/>
    <w:rsid w:val="00DE6314"/>
    <w:rsid w:val="00DF0EEF"/>
    <w:rsid w:val="00E03B17"/>
    <w:rsid w:val="00E11748"/>
    <w:rsid w:val="00E127A3"/>
    <w:rsid w:val="00E16853"/>
    <w:rsid w:val="00E16F24"/>
    <w:rsid w:val="00E20E10"/>
    <w:rsid w:val="00E25662"/>
    <w:rsid w:val="00E31B48"/>
    <w:rsid w:val="00E33DE5"/>
    <w:rsid w:val="00E36DAB"/>
    <w:rsid w:val="00E5581B"/>
    <w:rsid w:val="00E62036"/>
    <w:rsid w:val="00E6589D"/>
    <w:rsid w:val="00E75D13"/>
    <w:rsid w:val="00E76E76"/>
    <w:rsid w:val="00E87A95"/>
    <w:rsid w:val="00E91D1E"/>
    <w:rsid w:val="00E95174"/>
    <w:rsid w:val="00E97080"/>
    <w:rsid w:val="00EA471C"/>
    <w:rsid w:val="00EB14B3"/>
    <w:rsid w:val="00EB50F3"/>
    <w:rsid w:val="00EB5E74"/>
    <w:rsid w:val="00EB66C1"/>
    <w:rsid w:val="00ED26DC"/>
    <w:rsid w:val="00ED7603"/>
    <w:rsid w:val="00EE0286"/>
    <w:rsid w:val="00EE1ADB"/>
    <w:rsid w:val="00EF1E03"/>
    <w:rsid w:val="00F10564"/>
    <w:rsid w:val="00F1081A"/>
    <w:rsid w:val="00F20E6E"/>
    <w:rsid w:val="00F21588"/>
    <w:rsid w:val="00F262D4"/>
    <w:rsid w:val="00F328E6"/>
    <w:rsid w:val="00F37A5C"/>
    <w:rsid w:val="00F42E4F"/>
    <w:rsid w:val="00F51A37"/>
    <w:rsid w:val="00F51EB0"/>
    <w:rsid w:val="00F579AD"/>
    <w:rsid w:val="00F61947"/>
    <w:rsid w:val="00F62B78"/>
    <w:rsid w:val="00F67C50"/>
    <w:rsid w:val="00F822D0"/>
    <w:rsid w:val="00F8726A"/>
    <w:rsid w:val="00F90F64"/>
    <w:rsid w:val="00F92B22"/>
    <w:rsid w:val="00F94AC8"/>
    <w:rsid w:val="00F95E9E"/>
    <w:rsid w:val="00FA0415"/>
    <w:rsid w:val="00FA27F1"/>
    <w:rsid w:val="00FA424B"/>
    <w:rsid w:val="00FA51A0"/>
    <w:rsid w:val="00FA690B"/>
    <w:rsid w:val="00FA7BC1"/>
    <w:rsid w:val="00FB2CA4"/>
    <w:rsid w:val="00FB376A"/>
    <w:rsid w:val="00FB42B1"/>
    <w:rsid w:val="00FC36AE"/>
    <w:rsid w:val="00FD0933"/>
    <w:rsid w:val="00FE391F"/>
    <w:rsid w:val="00FE48B6"/>
    <w:rsid w:val="00FE6320"/>
    <w:rsid w:val="00FF1A17"/>
    <w:rsid w:val="00FF29FA"/>
    <w:rsid w:val="00FF4720"/>
    <w:rsid w:val="00FF4F35"/>
    <w:rsid w:val="00FF5A9F"/>
    <w:rsid w:val="00FF7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56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135</Words>
  <Characters>775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</dc:creator>
  <cp:keywords/>
  <dc:description/>
  <cp:lastModifiedBy>SEC</cp:lastModifiedBy>
  <cp:revision>5</cp:revision>
  <dcterms:created xsi:type="dcterms:W3CDTF">2017-06-28T13:53:00Z</dcterms:created>
  <dcterms:modified xsi:type="dcterms:W3CDTF">2017-07-04T19:57:00Z</dcterms:modified>
</cp:coreProperties>
</file>